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DC767" w14:textId="77777777" w:rsidR="00E161BB" w:rsidRPr="00E161BB" w:rsidRDefault="00E161BB" w:rsidP="00E161BB">
      <w:pPr>
        <w:jc w:val="center"/>
        <w:rPr>
          <w:sz w:val="18"/>
        </w:rPr>
      </w:pPr>
      <w:r w:rsidRPr="00E161BB">
        <w:rPr>
          <w:sz w:val="22"/>
        </w:rPr>
        <w:t>Министерство образования и науки Пермского края</w:t>
      </w:r>
    </w:p>
    <w:p w14:paraId="28E76B6C" w14:textId="77777777" w:rsidR="00E161BB" w:rsidRPr="00E74793" w:rsidRDefault="000758E3" w:rsidP="00E161BB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г</w:t>
      </w:r>
      <w:r w:rsidR="00E161BB" w:rsidRPr="00E74793">
        <w:rPr>
          <w:b/>
          <w:bCs/>
        </w:rPr>
        <w:t xml:space="preserve">осударственное </w:t>
      </w:r>
      <w:r w:rsidR="00B7099B" w:rsidRPr="00E74793">
        <w:rPr>
          <w:b/>
          <w:bCs/>
        </w:rPr>
        <w:t xml:space="preserve">автономное </w:t>
      </w:r>
      <w:r w:rsidR="00E161BB" w:rsidRPr="00E74793">
        <w:rPr>
          <w:b/>
          <w:bCs/>
        </w:rPr>
        <w:t>учреждение</w:t>
      </w:r>
    </w:p>
    <w:p w14:paraId="5110E021" w14:textId="77777777" w:rsidR="00E161BB" w:rsidRPr="00E74793" w:rsidRDefault="00E161BB" w:rsidP="00E161BB">
      <w:pPr>
        <w:jc w:val="center"/>
        <w:rPr>
          <w:b/>
        </w:rPr>
      </w:pPr>
      <w:r w:rsidRPr="00E74793">
        <w:rPr>
          <w:b/>
        </w:rPr>
        <w:t xml:space="preserve">дополнительного профессионального образования </w:t>
      </w:r>
    </w:p>
    <w:p w14:paraId="0F734049" w14:textId="77777777" w:rsidR="00E161BB" w:rsidRPr="00E74793" w:rsidRDefault="00E161BB" w:rsidP="00E161BB">
      <w:pPr>
        <w:jc w:val="center"/>
        <w:rPr>
          <w:b/>
        </w:rPr>
      </w:pPr>
      <w:r w:rsidRPr="00E74793">
        <w:rPr>
          <w:b/>
        </w:rPr>
        <w:t>«Институт развития образования Пермского края»</w:t>
      </w:r>
    </w:p>
    <w:p w14:paraId="5375F261" w14:textId="77777777" w:rsidR="00E161BB" w:rsidRPr="00E161BB" w:rsidRDefault="00E161BB" w:rsidP="00E161BB">
      <w:pPr>
        <w:jc w:val="center"/>
      </w:pPr>
      <w:r w:rsidRPr="00E161BB">
        <w:t>(Г</w:t>
      </w:r>
      <w:r w:rsidR="00B7099B">
        <w:t>А</w:t>
      </w:r>
      <w:r w:rsidRPr="00E161BB">
        <w:t>У ДПО «ИРО ПК»)</w:t>
      </w:r>
    </w:p>
    <w:p w14:paraId="6EE0667A" w14:textId="77777777" w:rsidR="00E161BB" w:rsidRPr="00E161BB" w:rsidRDefault="00E161BB" w:rsidP="00E161BB">
      <w:pPr>
        <w:jc w:val="center"/>
        <w:rPr>
          <w:sz w:val="22"/>
        </w:rPr>
      </w:pPr>
      <w:r w:rsidRPr="00E161BB">
        <w:rPr>
          <w:sz w:val="22"/>
        </w:rPr>
        <w:t>ул. Екатерининская, 210,  г. Пермь,  614068</w:t>
      </w:r>
    </w:p>
    <w:p w14:paraId="31C83E19" w14:textId="77777777" w:rsidR="00E161BB" w:rsidRPr="00E161BB" w:rsidRDefault="00E161BB" w:rsidP="00E161BB">
      <w:pPr>
        <w:jc w:val="center"/>
        <w:rPr>
          <w:sz w:val="22"/>
          <w:lang w:val="it-IT"/>
        </w:rPr>
      </w:pPr>
      <w:r w:rsidRPr="00E161BB">
        <w:rPr>
          <w:sz w:val="22"/>
        </w:rPr>
        <w:t>тел</w:t>
      </w:r>
      <w:r w:rsidRPr="00E161BB">
        <w:rPr>
          <w:sz w:val="22"/>
          <w:lang w:val="it-IT"/>
        </w:rPr>
        <w:t>.: (342) 236-80-59,</w:t>
      </w:r>
      <w:r w:rsidRPr="00E161BB">
        <w:rPr>
          <w:sz w:val="22"/>
        </w:rPr>
        <w:t>факс</w:t>
      </w:r>
      <w:r w:rsidRPr="00E161BB">
        <w:rPr>
          <w:sz w:val="22"/>
          <w:lang w:val="it-IT"/>
        </w:rPr>
        <w:t xml:space="preserve">: 236-84-27; e-mail: </w:t>
      </w:r>
      <w:hyperlink r:id="rId5" w:history="1">
        <w:r w:rsidRPr="00E161BB">
          <w:rPr>
            <w:color w:val="0000FF"/>
            <w:sz w:val="22"/>
            <w:u w:val="single"/>
            <w:lang w:val="it-IT"/>
          </w:rPr>
          <w:t>priem@iro.perm.ru</w:t>
        </w:r>
      </w:hyperlink>
    </w:p>
    <w:p w14:paraId="6A030E96" w14:textId="77777777" w:rsidR="00E161BB" w:rsidRPr="00E161BB" w:rsidRDefault="00E161BB" w:rsidP="00E161BB">
      <w:pPr>
        <w:jc w:val="center"/>
        <w:rPr>
          <w:sz w:val="22"/>
        </w:rPr>
      </w:pPr>
      <w:r w:rsidRPr="00E161BB">
        <w:rPr>
          <w:sz w:val="22"/>
        </w:rPr>
        <w:t>ОКПО 02089240, ОГРН 1025900764449, ИНН/КПП 5903005619/590301001</w:t>
      </w:r>
    </w:p>
    <w:p w14:paraId="1253719A" w14:textId="2B1F8BAC" w:rsidR="00E161BB" w:rsidRPr="00E161BB" w:rsidRDefault="009D1B25" w:rsidP="00E161BB">
      <w:pPr>
        <w:jc w:val="center"/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273A7E" wp14:editId="323EB7D7">
                <wp:simplePos x="0" y="0"/>
                <wp:positionH relativeFrom="column">
                  <wp:posOffset>3514725</wp:posOffset>
                </wp:positionH>
                <wp:positionV relativeFrom="paragraph">
                  <wp:posOffset>98425</wp:posOffset>
                </wp:positionV>
                <wp:extent cx="2628900" cy="96647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CAB9BE" w14:textId="77777777" w:rsidR="008C426C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      </w:r>
                          </w:p>
                          <w:p w14:paraId="5144810B" w14:textId="77777777" w:rsidR="007905CF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муниципальн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ых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методическ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их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служб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73A7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6.75pt;margin-top:7.75pt;width:207pt;height:7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" stroked="f">
                <v:textbox>
                  <w:txbxContent>
                    <w:p w14:paraId="59CAB9BE" w14:textId="77777777" w:rsidR="008C426C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</w:r>
                    </w:p>
                    <w:p w14:paraId="5144810B" w14:textId="77777777" w:rsidR="007905CF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муниципальн</w:t>
                      </w:r>
                      <w:r w:rsidR="00297949">
                        <w:rPr>
                          <w:sz w:val="20"/>
                          <w:szCs w:val="20"/>
                        </w:rPr>
                        <w:t>ых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методическ</w:t>
                      </w:r>
                      <w:r w:rsidR="00297949">
                        <w:rPr>
                          <w:sz w:val="20"/>
                          <w:szCs w:val="20"/>
                        </w:rPr>
                        <w:t>их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служб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1DFBA3E1" wp14:editId="125DA90E">
                <wp:simplePos x="0" y="0"/>
                <wp:positionH relativeFrom="column">
                  <wp:posOffset>-114300</wp:posOffset>
                </wp:positionH>
                <wp:positionV relativeFrom="paragraph">
                  <wp:posOffset>35559</wp:posOffset>
                </wp:positionV>
                <wp:extent cx="60579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7D68C" id="Прямая соединительная линия 1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" strokeweight="4.5pt">
                <v:stroke linestyle="thickThin"/>
              </v:line>
            </w:pict>
          </mc:Fallback>
        </mc:AlternateContent>
      </w:r>
    </w:p>
    <w:p w14:paraId="2639E402" w14:textId="77777777" w:rsidR="009D7FB7" w:rsidRDefault="009D7FB7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15ECEA02" w14:textId="77777777" w:rsidR="00F14069" w:rsidRPr="00F84259" w:rsidRDefault="00F14069" w:rsidP="00F14069">
      <w:pPr>
        <w:shd w:val="clear" w:color="auto" w:fill="FFFFFF"/>
        <w:rPr>
          <w:sz w:val="22"/>
          <w:szCs w:val="22"/>
        </w:rPr>
      </w:pPr>
      <w:r w:rsidRPr="00F26311">
        <w:rPr>
          <w:sz w:val="22"/>
          <w:szCs w:val="22"/>
        </w:rPr>
        <w:t>«0</w:t>
      </w:r>
      <w:r>
        <w:rPr>
          <w:sz w:val="22"/>
          <w:szCs w:val="22"/>
        </w:rPr>
        <w:t>8</w:t>
      </w:r>
      <w:r w:rsidRPr="00F26311">
        <w:rPr>
          <w:sz w:val="22"/>
          <w:szCs w:val="22"/>
        </w:rPr>
        <w:t xml:space="preserve">» апреля 2025 г.      № </w:t>
      </w:r>
      <w:r w:rsidRPr="00F84259">
        <w:rPr>
          <w:sz w:val="22"/>
          <w:szCs w:val="22"/>
        </w:rPr>
        <w:t xml:space="preserve">01.01-14/469 </w:t>
      </w:r>
    </w:p>
    <w:p w14:paraId="3CDA1AEE" w14:textId="77777777" w:rsidR="00F14069" w:rsidRDefault="00F14069" w:rsidP="00F14069">
      <w:pPr>
        <w:shd w:val="clear" w:color="auto" w:fill="FFFFFF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14:paraId="1647EBE3" w14:textId="77777777" w:rsidR="007905CF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60312B9F" w14:textId="77777777" w:rsidR="000C28BF" w:rsidRDefault="000C28B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59634987" w14:textId="77777777" w:rsidR="00B902CF" w:rsidRPr="00284092" w:rsidRDefault="00B902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5108A6EB" w14:textId="77777777" w:rsidR="007905CF" w:rsidRPr="00284092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>Уважаемые коллеги!</w:t>
      </w:r>
    </w:p>
    <w:p w14:paraId="53F86E45" w14:textId="2692BA85" w:rsidR="001644F1" w:rsidRPr="00566693" w:rsidRDefault="001F529E" w:rsidP="0001728D">
      <w:pPr>
        <w:tabs>
          <w:tab w:val="left" w:pos="4678"/>
        </w:tabs>
        <w:ind w:firstLine="708"/>
        <w:jc w:val="both"/>
        <w:rPr>
          <w:bCs/>
          <w:sz w:val="22"/>
          <w:szCs w:val="22"/>
        </w:rPr>
      </w:pPr>
      <w:r w:rsidRPr="00284092">
        <w:rPr>
          <w:sz w:val="22"/>
          <w:szCs w:val="22"/>
        </w:rPr>
        <w:t>В</w:t>
      </w:r>
      <w:r w:rsidR="00761E19" w:rsidRPr="00284092">
        <w:rPr>
          <w:sz w:val="22"/>
          <w:szCs w:val="22"/>
        </w:rPr>
        <w:t xml:space="preserve"> соответствии с </w:t>
      </w:r>
      <w:r w:rsidRPr="00284092">
        <w:rPr>
          <w:sz w:val="22"/>
          <w:szCs w:val="22"/>
        </w:rPr>
        <w:t>Планом повышения квалификации и профессиональной переподготовки педагогических и руководящих работников системы образования Пермского края в 2025 году, утвержденным приказом Министерства образования и науки Пермского края от 18 сентября 2024 г. № 26-01-06-948</w:t>
      </w:r>
      <w:r w:rsidR="00761E19" w:rsidRPr="00284092">
        <w:rPr>
          <w:sz w:val="22"/>
          <w:szCs w:val="22"/>
        </w:rPr>
        <w:t xml:space="preserve">, </w:t>
      </w:r>
      <w:r w:rsidR="00B808B5" w:rsidRPr="00284092">
        <w:rPr>
          <w:sz w:val="22"/>
          <w:szCs w:val="22"/>
        </w:rPr>
        <w:fldChar w:fldCharType="begin"/>
      </w:r>
      <w:r w:rsidR="00761E19" w:rsidRPr="00284092">
        <w:rPr>
          <w:sz w:val="22"/>
          <w:szCs w:val="22"/>
        </w:rPr>
        <w:instrText xml:space="preserve"> LINK Word.Document.12 "\\\\Server-mf-a1\\StoreData\\00-Общая-ИРО ПК\\Курсовая подготовка\\2019\\с изм. ПАМЯТКА руководителям по КПК на 2019.doc" OLE_LINK1 \a \h  \* MERGEFORMAT </w:instrText>
      </w:r>
      <w:r w:rsidR="00B808B5" w:rsidRPr="00284092">
        <w:rPr>
          <w:sz w:val="22"/>
          <w:szCs w:val="22"/>
        </w:rPr>
        <w:fldChar w:fldCharType="separate"/>
      </w:r>
      <w:bookmarkStart w:id="0" w:name="OLE_LINK1"/>
      <w:bookmarkStart w:id="1" w:name="__Fieldmark__4053_1894643523"/>
      <w:r w:rsidR="00761E19" w:rsidRPr="00284092">
        <w:rPr>
          <w:sz w:val="22"/>
          <w:szCs w:val="22"/>
        </w:rPr>
        <w:t xml:space="preserve">Центр непрерывного повышения профессионального мастерства педагогических работников </w:t>
      </w:r>
      <w:r w:rsidR="00B808B5" w:rsidRPr="00284092">
        <w:rPr>
          <w:sz w:val="22"/>
          <w:szCs w:val="22"/>
        </w:rPr>
        <w:fldChar w:fldCharType="end"/>
      </w:r>
      <w:bookmarkEnd w:id="0"/>
      <w:bookmarkEnd w:id="1"/>
      <w:r w:rsidR="00761E19" w:rsidRPr="00284092">
        <w:rPr>
          <w:sz w:val="22"/>
          <w:szCs w:val="22"/>
        </w:rPr>
        <w:t xml:space="preserve">ГАУ ДПО «Институт развития образования Пермского края» (далее, ЦНППМПР  ГАУ ДПО «ИРО ПК»)  проводит курсы повышения квалификации по теме: </w:t>
      </w:r>
      <w:r w:rsidR="007905CF" w:rsidRPr="00284092">
        <w:rPr>
          <w:color w:val="000000"/>
          <w:sz w:val="22"/>
          <w:szCs w:val="22"/>
        </w:rPr>
        <w:t>«</w:t>
      </w:r>
      <w:r w:rsidR="00F84259" w:rsidRPr="00F84259">
        <w:rPr>
          <w:b/>
          <w:color w:val="000000"/>
          <w:sz w:val="22"/>
          <w:szCs w:val="22"/>
        </w:rPr>
        <w:t xml:space="preserve">Реализация учителем </w:t>
      </w:r>
      <w:r w:rsidR="00201E2C">
        <w:rPr>
          <w:b/>
          <w:color w:val="000000"/>
          <w:sz w:val="22"/>
          <w:szCs w:val="22"/>
        </w:rPr>
        <w:t>физики</w:t>
      </w:r>
      <w:r w:rsidR="00F84259">
        <w:rPr>
          <w:b/>
          <w:color w:val="000000"/>
          <w:sz w:val="22"/>
          <w:szCs w:val="22"/>
        </w:rPr>
        <w:t xml:space="preserve"> </w:t>
      </w:r>
      <w:r w:rsidR="00F84259" w:rsidRPr="00F84259">
        <w:rPr>
          <w:b/>
          <w:color w:val="000000"/>
          <w:sz w:val="22"/>
          <w:szCs w:val="22"/>
        </w:rPr>
        <w:t>технологий формирующего и критериального оценивания образовательных результатов обучающихся</w:t>
      </w:r>
      <w:r w:rsidR="006747E1">
        <w:rPr>
          <w:b/>
          <w:color w:val="000000"/>
          <w:sz w:val="22"/>
          <w:szCs w:val="22"/>
        </w:rPr>
        <w:t xml:space="preserve"> </w:t>
      </w:r>
      <w:r w:rsidR="00F84259" w:rsidRPr="00F84259">
        <w:rPr>
          <w:b/>
          <w:color w:val="000000"/>
          <w:sz w:val="22"/>
          <w:szCs w:val="22"/>
        </w:rPr>
        <w:t>в условиях обновленных ФГОС ООО, СОО</w:t>
      </w:r>
      <w:r w:rsidR="001644F1" w:rsidRPr="00284092">
        <w:rPr>
          <w:b/>
          <w:color w:val="000000"/>
          <w:sz w:val="22"/>
          <w:szCs w:val="22"/>
        </w:rPr>
        <w:t>»</w:t>
      </w:r>
      <w:r w:rsidR="001644F1" w:rsidRPr="00284092">
        <w:rPr>
          <w:b/>
          <w:sz w:val="22"/>
          <w:szCs w:val="22"/>
        </w:rPr>
        <w:t xml:space="preserve">, </w:t>
      </w:r>
      <w:r w:rsidR="001644F1" w:rsidRPr="00566693">
        <w:rPr>
          <w:bCs/>
          <w:sz w:val="22"/>
          <w:szCs w:val="22"/>
        </w:rPr>
        <w:t xml:space="preserve">трудоемкостью </w:t>
      </w:r>
      <w:r w:rsidR="006747E1">
        <w:rPr>
          <w:bCs/>
          <w:sz w:val="22"/>
          <w:szCs w:val="22"/>
        </w:rPr>
        <w:t>36</w:t>
      </w:r>
      <w:bookmarkStart w:id="2" w:name="_GoBack"/>
      <w:bookmarkEnd w:id="2"/>
      <w:r w:rsidR="001644F1" w:rsidRPr="00566693">
        <w:rPr>
          <w:bCs/>
          <w:sz w:val="22"/>
          <w:szCs w:val="22"/>
        </w:rPr>
        <w:t xml:space="preserve"> часов.</w:t>
      </w:r>
    </w:p>
    <w:p w14:paraId="4EB5504C" w14:textId="2DB3A30E" w:rsidR="00B902CF" w:rsidRPr="00284092" w:rsidRDefault="007905CF" w:rsidP="00BE7ED1">
      <w:pPr>
        <w:ind w:firstLine="708"/>
        <w:rPr>
          <w:sz w:val="22"/>
          <w:szCs w:val="22"/>
        </w:rPr>
      </w:pPr>
      <w:r w:rsidRPr="00284092">
        <w:rPr>
          <w:b/>
          <w:sz w:val="22"/>
          <w:szCs w:val="22"/>
        </w:rPr>
        <w:t>Целевая аудитория:</w:t>
      </w:r>
      <w:r w:rsidR="008401F3" w:rsidRPr="00284092">
        <w:rPr>
          <w:sz w:val="22"/>
          <w:szCs w:val="22"/>
        </w:rPr>
        <w:t xml:space="preserve"> </w:t>
      </w:r>
      <w:r w:rsidR="00B902CF" w:rsidRPr="00284092">
        <w:rPr>
          <w:sz w:val="22"/>
          <w:szCs w:val="22"/>
        </w:rPr>
        <w:t xml:space="preserve">учителя </w:t>
      </w:r>
      <w:r w:rsidR="00201E2C">
        <w:rPr>
          <w:sz w:val="22"/>
          <w:szCs w:val="22"/>
        </w:rPr>
        <w:t>физики</w:t>
      </w:r>
      <w:r w:rsidR="00E851D5" w:rsidRPr="00284092">
        <w:rPr>
          <w:sz w:val="22"/>
          <w:szCs w:val="22"/>
        </w:rPr>
        <w:t xml:space="preserve"> </w:t>
      </w:r>
      <w:r w:rsidR="0001728D" w:rsidRPr="00284092">
        <w:rPr>
          <w:sz w:val="22"/>
          <w:szCs w:val="22"/>
        </w:rPr>
        <w:t xml:space="preserve">всех видов образовательных </w:t>
      </w:r>
      <w:r w:rsidR="00F84259">
        <w:rPr>
          <w:sz w:val="22"/>
          <w:szCs w:val="22"/>
        </w:rPr>
        <w:t>организаций</w:t>
      </w:r>
      <w:r w:rsidR="0001728D" w:rsidRPr="00284092">
        <w:rPr>
          <w:sz w:val="22"/>
          <w:szCs w:val="22"/>
        </w:rPr>
        <w:t>.</w:t>
      </w:r>
    </w:p>
    <w:p w14:paraId="62779CB1" w14:textId="77777777" w:rsidR="007905CF" w:rsidRPr="00284092" w:rsidRDefault="007905CF" w:rsidP="00BE7ED1">
      <w:pPr>
        <w:ind w:firstLine="708"/>
        <w:rPr>
          <w:bCs/>
          <w:sz w:val="22"/>
          <w:szCs w:val="22"/>
        </w:rPr>
      </w:pPr>
      <w:r w:rsidRPr="00284092">
        <w:rPr>
          <w:b/>
          <w:sz w:val="22"/>
          <w:szCs w:val="22"/>
        </w:rPr>
        <w:t xml:space="preserve">Форма обучения: </w:t>
      </w:r>
      <w:r w:rsidRPr="00284092">
        <w:rPr>
          <w:bCs/>
          <w:sz w:val="22"/>
          <w:szCs w:val="22"/>
        </w:rPr>
        <w:t>очно-заочная, с применением дистанционных образовательных технологий.</w:t>
      </w:r>
      <w:r w:rsidR="003E3D3C" w:rsidRPr="00284092">
        <w:rPr>
          <w:bCs/>
          <w:sz w:val="22"/>
          <w:szCs w:val="22"/>
        </w:rPr>
        <w:t xml:space="preserve"> Предусмотрено проведение практическ</w:t>
      </w:r>
      <w:r w:rsidR="006A510D" w:rsidRPr="00284092">
        <w:rPr>
          <w:bCs/>
          <w:sz w:val="22"/>
          <w:szCs w:val="22"/>
        </w:rPr>
        <w:t>их</w:t>
      </w:r>
      <w:r w:rsidR="003E3D3C" w:rsidRPr="00284092">
        <w:rPr>
          <w:bCs/>
          <w:sz w:val="22"/>
          <w:szCs w:val="22"/>
        </w:rPr>
        <w:t xml:space="preserve"> заняти</w:t>
      </w:r>
      <w:r w:rsidR="00B902CF" w:rsidRPr="00284092">
        <w:rPr>
          <w:bCs/>
          <w:sz w:val="22"/>
          <w:szCs w:val="22"/>
        </w:rPr>
        <w:t>й</w:t>
      </w:r>
      <w:r w:rsidR="006A510D" w:rsidRPr="00284092">
        <w:rPr>
          <w:bCs/>
          <w:sz w:val="22"/>
          <w:szCs w:val="22"/>
        </w:rPr>
        <w:t>.</w:t>
      </w:r>
    </w:p>
    <w:p w14:paraId="5561B3F8" w14:textId="1A841949" w:rsidR="00B902CF" w:rsidRPr="00284092" w:rsidRDefault="007905CF" w:rsidP="00E851D5">
      <w:pPr>
        <w:ind w:firstLine="708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>Сроки обучения:</w:t>
      </w:r>
      <w:r w:rsidR="00B902CF" w:rsidRPr="00284092">
        <w:rPr>
          <w:b/>
          <w:sz w:val="22"/>
          <w:szCs w:val="22"/>
        </w:rPr>
        <w:t xml:space="preserve"> </w:t>
      </w:r>
      <w:r w:rsidR="006A510D"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п</w:t>
      </w:r>
      <w:r w:rsidR="00B902CF" w:rsidRPr="00284092">
        <w:rPr>
          <w:b/>
          <w:sz w:val="22"/>
          <w:szCs w:val="22"/>
        </w:rPr>
        <w:t>ерв</w:t>
      </w:r>
      <w:r w:rsidR="00F84259">
        <w:rPr>
          <w:b/>
          <w:sz w:val="22"/>
          <w:szCs w:val="22"/>
        </w:rPr>
        <w:t>ый</w:t>
      </w:r>
      <w:r w:rsidR="00B902CF"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этап</w:t>
      </w:r>
      <w:r w:rsidR="00B902CF" w:rsidRPr="00284092">
        <w:rPr>
          <w:b/>
          <w:sz w:val="22"/>
          <w:szCs w:val="22"/>
        </w:rPr>
        <w:t xml:space="preserve"> с 22.04.2025 г. по 16.05. 2025 г. </w:t>
      </w:r>
    </w:p>
    <w:p w14:paraId="20421B1F" w14:textId="21F8CED4" w:rsidR="00B902CF" w:rsidRPr="00284092" w:rsidRDefault="00B902CF" w:rsidP="00E851D5">
      <w:pPr>
        <w:ind w:firstLine="708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 xml:space="preserve">                               </w:t>
      </w:r>
      <w:r w:rsidR="00F84259">
        <w:rPr>
          <w:b/>
          <w:sz w:val="22"/>
          <w:szCs w:val="22"/>
        </w:rPr>
        <w:t xml:space="preserve">  второй</w:t>
      </w:r>
      <w:r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этап</w:t>
      </w:r>
      <w:r w:rsidRPr="00284092">
        <w:rPr>
          <w:b/>
          <w:sz w:val="22"/>
          <w:szCs w:val="22"/>
        </w:rPr>
        <w:t xml:space="preserve"> с 07.10.2025 г. по 24.10.2025 г.</w:t>
      </w:r>
    </w:p>
    <w:p w14:paraId="4A7BEDE9" w14:textId="77777777" w:rsidR="008401F3" w:rsidRPr="00284092" w:rsidRDefault="007905CF" w:rsidP="001F529E">
      <w:pPr>
        <w:ind w:firstLine="708"/>
        <w:jc w:val="both"/>
        <w:rPr>
          <w:bCs/>
          <w:sz w:val="22"/>
          <w:szCs w:val="22"/>
        </w:rPr>
      </w:pPr>
      <w:r w:rsidRPr="00284092">
        <w:rPr>
          <w:b/>
          <w:sz w:val="22"/>
          <w:szCs w:val="22"/>
        </w:rPr>
        <w:t xml:space="preserve">Ориентировочное </w:t>
      </w:r>
      <w:r w:rsidRPr="00284092">
        <w:rPr>
          <w:bCs/>
          <w:sz w:val="22"/>
          <w:szCs w:val="22"/>
        </w:rPr>
        <w:t>время проведени</w:t>
      </w:r>
      <w:r w:rsidR="008401F3" w:rsidRPr="00284092">
        <w:rPr>
          <w:bCs/>
          <w:sz w:val="22"/>
          <w:szCs w:val="22"/>
        </w:rPr>
        <w:t xml:space="preserve">я </w:t>
      </w:r>
      <w:r w:rsidR="0001728D" w:rsidRPr="00284092">
        <w:rPr>
          <w:bCs/>
          <w:sz w:val="22"/>
          <w:szCs w:val="22"/>
        </w:rPr>
        <w:t>онлайн</w:t>
      </w:r>
      <w:r w:rsidR="008401F3" w:rsidRPr="00284092">
        <w:rPr>
          <w:bCs/>
          <w:sz w:val="22"/>
          <w:szCs w:val="22"/>
        </w:rPr>
        <w:t xml:space="preserve"> занятий: с 1</w:t>
      </w:r>
      <w:r w:rsidR="006051B1">
        <w:rPr>
          <w:bCs/>
          <w:sz w:val="22"/>
          <w:szCs w:val="22"/>
        </w:rPr>
        <w:t>5</w:t>
      </w:r>
      <w:r w:rsidR="008401F3" w:rsidRPr="00284092">
        <w:rPr>
          <w:bCs/>
          <w:sz w:val="22"/>
          <w:szCs w:val="22"/>
        </w:rPr>
        <w:t>.</w:t>
      </w:r>
      <w:r w:rsidR="006051B1">
        <w:rPr>
          <w:bCs/>
          <w:sz w:val="22"/>
          <w:szCs w:val="22"/>
        </w:rPr>
        <w:t>0</w:t>
      </w:r>
      <w:r w:rsidR="0028671E" w:rsidRPr="00284092">
        <w:rPr>
          <w:bCs/>
          <w:sz w:val="22"/>
          <w:szCs w:val="22"/>
        </w:rPr>
        <w:t>0</w:t>
      </w:r>
      <w:r w:rsidR="008401F3" w:rsidRPr="00284092">
        <w:rPr>
          <w:bCs/>
          <w:sz w:val="22"/>
          <w:szCs w:val="22"/>
        </w:rPr>
        <w:t xml:space="preserve"> до 1</w:t>
      </w:r>
      <w:r w:rsidR="0001728D" w:rsidRPr="00284092">
        <w:rPr>
          <w:bCs/>
          <w:sz w:val="22"/>
          <w:szCs w:val="22"/>
        </w:rPr>
        <w:t>6</w:t>
      </w:r>
      <w:r w:rsidRPr="00284092">
        <w:rPr>
          <w:bCs/>
          <w:sz w:val="22"/>
          <w:szCs w:val="22"/>
        </w:rPr>
        <w:t>.</w:t>
      </w:r>
      <w:r w:rsidR="0001728D" w:rsidRPr="00284092">
        <w:rPr>
          <w:bCs/>
          <w:sz w:val="22"/>
          <w:szCs w:val="22"/>
        </w:rPr>
        <w:t>3</w:t>
      </w:r>
      <w:r w:rsidRPr="00284092">
        <w:rPr>
          <w:bCs/>
          <w:sz w:val="22"/>
          <w:szCs w:val="22"/>
        </w:rPr>
        <w:t>0 часов, согласно графика учебных занятий</w:t>
      </w:r>
      <w:r w:rsidR="00E711A9" w:rsidRPr="00284092">
        <w:rPr>
          <w:bCs/>
          <w:sz w:val="22"/>
          <w:szCs w:val="22"/>
        </w:rPr>
        <w:t>.</w:t>
      </w:r>
    </w:p>
    <w:p w14:paraId="54E42286" w14:textId="0CD208BF" w:rsidR="00F84259" w:rsidRDefault="007905CF" w:rsidP="001F529E">
      <w:pPr>
        <w:ind w:firstLine="708"/>
        <w:jc w:val="both"/>
        <w:rPr>
          <w:sz w:val="22"/>
          <w:szCs w:val="22"/>
        </w:rPr>
      </w:pPr>
      <w:r w:rsidRPr="00284092">
        <w:rPr>
          <w:b/>
          <w:sz w:val="22"/>
          <w:szCs w:val="22"/>
        </w:rPr>
        <w:t xml:space="preserve">Для участия </w:t>
      </w:r>
      <w:r w:rsidRPr="00F84259">
        <w:rPr>
          <w:bCs/>
          <w:sz w:val="22"/>
          <w:szCs w:val="22"/>
        </w:rPr>
        <w:t>в курсовой</w:t>
      </w:r>
      <w:r w:rsidRPr="00284092">
        <w:rPr>
          <w:sz w:val="22"/>
          <w:szCs w:val="22"/>
        </w:rPr>
        <w:t xml:space="preserve"> подготовке необходимо </w:t>
      </w:r>
      <w:r w:rsidR="008401F3" w:rsidRPr="00284092">
        <w:rPr>
          <w:b/>
          <w:sz w:val="22"/>
          <w:szCs w:val="22"/>
        </w:rPr>
        <w:t xml:space="preserve">в срок до </w:t>
      </w:r>
      <w:r w:rsidR="006A510D" w:rsidRPr="00284092">
        <w:rPr>
          <w:b/>
          <w:sz w:val="22"/>
          <w:szCs w:val="22"/>
        </w:rPr>
        <w:t>2</w:t>
      </w:r>
      <w:r w:rsidR="001F529E" w:rsidRPr="00284092">
        <w:rPr>
          <w:b/>
          <w:sz w:val="22"/>
          <w:szCs w:val="22"/>
        </w:rPr>
        <w:t>0</w:t>
      </w:r>
      <w:r w:rsidR="006A510D" w:rsidRPr="00284092">
        <w:rPr>
          <w:b/>
          <w:sz w:val="22"/>
          <w:szCs w:val="22"/>
        </w:rPr>
        <w:t xml:space="preserve"> </w:t>
      </w:r>
      <w:r w:rsidR="00B902CF" w:rsidRPr="00284092">
        <w:rPr>
          <w:b/>
          <w:sz w:val="22"/>
          <w:szCs w:val="22"/>
        </w:rPr>
        <w:t>апрел</w:t>
      </w:r>
      <w:r w:rsidR="00563792" w:rsidRPr="00284092">
        <w:rPr>
          <w:b/>
          <w:sz w:val="22"/>
          <w:szCs w:val="22"/>
        </w:rPr>
        <w:t>я</w:t>
      </w:r>
      <w:r w:rsidR="00C42B6E" w:rsidRPr="00284092">
        <w:rPr>
          <w:b/>
          <w:sz w:val="22"/>
          <w:szCs w:val="22"/>
        </w:rPr>
        <w:t xml:space="preserve"> </w:t>
      </w:r>
      <w:r w:rsidRPr="00284092">
        <w:rPr>
          <w:b/>
          <w:sz w:val="22"/>
          <w:szCs w:val="22"/>
        </w:rPr>
        <w:t>202</w:t>
      </w:r>
      <w:r w:rsidR="00B902CF" w:rsidRPr="00284092">
        <w:rPr>
          <w:b/>
          <w:sz w:val="22"/>
          <w:szCs w:val="22"/>
        </w:rPr>
        <w:t>5</w:t>
      </w:r>
      <w:r w:rsidRPr="00284092">
        <w:rPr>
          <w:b/>
          <w:sz w:val="22"/>
          <w:szCs w:val="22"/>
        </w:rPr>
        <w:t xml:space="preserve"> года</w:t>
      </w:r>
      <w:r w:rsidRPr="00284092">
        <w:rPr>
          <w:sz w:val="22"/>
          <w:szCs w:val="22"/>
        </w:rPr>
        <w:t xml:space="preserve"> зарегистрироваться</w:t>
      </w:r>
      <w:r w:rsidR="000312E5" w:rsidRPr="00284092">
        <w:rPr>
          <w:sz w:val="22"/>
          <w:szCs w:val="22"/>
        </w:rPr>
        <w:t xml:space="preserve"> и подать заявку </w:t>
      </w:r>
      <w:r w:rsidRPr="00284092">
        <w:rPr>
          <w:sz w:val="22"/>
          <w:szCs w:val="22"/>
        </w:rPr>
        <w:t>на курсы на сайте Единого банка дополнительных профессиональных программ Пермского края</w:t>
      </w:r>
      <w:r w:rsidR="000312E5" w:rsidRPr="00284092">
        <w:rPr>
          <w:sz w:val="22"/>
          <w:szCs w:val="22"/>
        </w:rPr>
        <w:t xml:space="preserve"> по ссылке</w:t>
      </w:r>
      <w:r w:rsidR="00981F69" w:rsidRPr="00284092">
        <w:rPr>
          <w:sz w:val="22"/>
          <w:szCs w:val="22"/>
        </w:rPr>
        <w:t xml:space="preserve"> </w:t>
      </w:r>
      <w:hyperlink r:id="rId6" w:history="1">
        <w:r w:rsidR="00201E2C" w:rsidRPr="004D59D2">
          <w:rPr>
            <w:rStyle w:val="a5"/>
          </w:rPr>
          <w:t>https://edubank.iro.perm.ru/?action=search&amp;subaction=viewcourse&amp;course_id=6981</w:t>
        </w:r>
      </w:hyperlink>
      <w:r w:rsidR="00201E2C">
        <w:t xml:space="preserve"> </w:t>
      </w:r>
      <w:r w:rsidR="008A188F">
        <w:t xml:space="preserve"> </w:t>
      </w:r>
      <w:r w:rsidR="00B559F0">
        <w:t xml:space="preserve"> </w:t>
      </w:r>
      <w:r w:rsidR="00F84259">
        <w:t xml:space="preserve"> </w:t>
      </w:r>
      <w:r w:rsidR="000312E5" w:rsidRPr="00284092">
        <w:rPr>
          <w:sz w:val="22"/>
          <w:szCs w:val="22"/>
        </w:rPr>
        <w:t xml:space="preserve"> </w:t>
      </w:r>
    </w:p>
    <w:p w14:paraId="5DBB1C85" w14:textId="0465EA8F" w:rsidR="008401F3" w:rsidRPr="00284092" w:rsidRDefault="000312E5" w:rsidP="001F529E">
      <w:pPr>
        <w:ind w:firstLine="708"/>
        <w:jc w:val="both"/>
        <w:rPr>
          <w:sz w:val="22"/>
          <w:szCs w:val="22"/>
        </w:rPr>
      </w:pPr>
      <w:r w:rsidRPr="00284092">
        <w:rPr>
          <w:sz w:val="22"/>
          <w:szCs w:val="22"/>
        </w:rPr>
        <w:t>затем прикрепить</w:t>
      </w:r>
      <w:r w:rsidR="0028671E" w:rsidRPr="00284092">
        <w:rPr>
          <w:sz w:val="22"/>
          <w:szCs w:val="22"/>
        </w:rPr>
        <w:t xml:space="preserve"> </w:t>
      </w:r>
      <w:r w:rsidR="008401F3" w:rsidRPr="00284092">
        <w:rPr>
          <w:sz w:val="22"/>
          <w:szCs w:val="22"/>
        </w:rPr>
        <w:t>скан – копии следующих документов:</w:t>
      </w:r>
    </w:p>
    <w:p w14:paraId="6E420C0E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СНИЛС;</w:t>
      </w:r>
    </w:p>
    <w:p w14:paraId="76D56AF2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документ</w:t>
      </w:r>
      <w:r w:rsidR="00E74793" w:rsidRPr="00284092">
        <w:rPr>
          <w:sz w:val="22"/>
          <w:szCs w:val="22"/>
        </w:rPr>
        <w:t>а</w:t>
      </w:r>
      <w:r w:rsidRPr="00284092">
        <w:rPr>
          <w:sz w:val="22"/>
          <w:szCs w:val="22"/>
        </w:rPr>
        <w:t xml:space="preserve"> об уровне образования;</w:t>
      </w:r>
    </w:p>
    <w:p w14:paraId="7474BB79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документ</w:t>
      </w:r>
      <w:r w:rsidR="00E74793" w:rsidRPr="00284092">
        <w:rPr>
          <w:sz w:val="22"/>
          <w:szCs w:val="22"/>
        </w:rPr>
        <w:t>а</w:t>
      </w:r>
      <w:r w:rsidRPr="00284092">
        <w:rPr>
          <w:sz w:val="22"/>
          <w:szCs w:val="22"/>
        </w:rPr>
        <w:t xml:space="preserve">, подтверждающий смену фамилии (например, свидетельство о браке), в случае несовпадения нынешних ФИО с указанными в документе об уровне образования. </w:t>
      </w:r>
    </w:p>
    <w:p w14:paraId="3D491103" w14:textId="77777777" w:rsidR="006A510D" w:rsidRPr="00284092" w:rsidRDefault="006A510D" w:rsidP="007905CF">
      <w:pPr>
        <w:ind w:left="-142" w:firstLine="426"/>
        <w:jc w:val="both"/>
        <w:rPr>
          <w:sz w:val="22"/>
          <w:szCs w:val="22"/>
        </w:rPr>
      </w:pPr>
    </w:p>
    <w:p w14:paraId="371E63E7" w14:textId="77777777" w:rsidR="007905CF" w:rsidRPr="00284092" w:rsidRDefault="007905CF" w:rsidP="007905CF">
      <w:pPr>
        <w:ind w:left="-142" w:firstLine="426"/>
        <w:jc w:val="both"/>
        <w:rPr>
          <w:sz w:val="22"/>
          <w:szCs w:val="22"/>
        </w:rPr>
      </w:pPr>
      <w:r w:rsidRPr="00284092">
        <w:rPr>
          <w:sz w:val="22"/>
          <w:szCs w:val="22"/>
        </w:rPr>
        <w:t>Вебинар с одной точки могут смотреть несколько человек одновременно, при этом все слушатели должны отметиться в чате.</w:t>
      </w:r>
    </w:p>
    <w:p w14:paraId="23EB5728" w14:textId="1E7CDD34" w:rsidR="006A510D" w:rsidRPr="00284092" w:rsidRDefault="00F84259" w:rsidP="006A510D">
      <w:pPr>
        <w:ind w:firstLine="284"/>
        <w:jc w:val="both"/>
        <w:rPr>
          <w:sz w:val="22"/>
          <w:szCs w:val="22"/>
        </w:rPr>
      </w:pPr>
      <w:r w:rsidRPr="00F84259">
        <w:rPr>
          <w:sz w:val="22"/>
          <w:szCs w:val="22"/>
        </w:rPr>
        <w:t xml:space="preserve">По вопросам организации курсов можно обратиться </w:t>
      </w:r>
      <w:r w:rsidR="00566693">
        <w:rPr>
          <w:sz w:val="22"/>
          <w:szCs w:val="22"/>
        </w:rPr>
        <w:t xml:space="preserve">к </w:t>
      </w:r>
      <w:r w:rsidRPr="00F84259">
        <w:rPr>
          <w:sz w:val="22"/>
          <w:szCs w:val="22"/>
        </w:rPr>
        <w:t>методисту кафедры общего образования ЦНППМПР  ГАУ ДПО «ИРО ПК» Кузнецовой Татьяне Александровне по электронной почте: kta-cub@iro.perm.ru  или по телефону: 8-903-758-69-69.</w:t>
      </w:r>
    </w:p>
    <w:p w14:paraId="167B62E4" w14:textId="59261D78" w:rsidR="00E74793" w:rsidRPr="00284092" w:rsidRDefault="007905CF" w:rsidP="0072191D">
      <w:pPr>
        <w:ind w:left="-142" w:firstLine="426"/>
        <w:jc w:val="both"/>
        <w:rPr>
          <w:sz w:val="22"/>
          <w:szCs w:val="22"/>
          <w:lang w:eastAsia="zh-CN"/>
        </w:rPr>
      </w:pPr>
      <w:r w:rsidRPr="00284092">
        <w:rPr>
          <w:sz w:val="22"/>
          <w:szCs w:val="22"/>
        </w:rPr>
        <w:t xml:space="preserve">По вопросам регистрации в Едином банке можно обратиться </w:t>
      </w:r>
      <w:r w:rsidR="000312E5" w:rsidRPr="00284092">
        <w:rPr>
          <w:sz w:val="22"/>
          <w:szCs w:val="22"/>
        </w:rPr>
        <w:t xml:space="preserve">по </w:t>
      </w:r>
      <w:r w:rsidRPr="00284092">
        <w:rPr>
          <w:sz w:val="22"/>
          <w:szCs w:val="22"/>
        </w:rPr>
        <w:t xml:space="preserve">тел.: 8(342) </w:t>
      </w:r>
      <w:r w:rsidR="00F84259">
        <w:rPr>
          <w:sz w:val="22"/>
          <w:szCs w:val="22"/>
        </w:rPr>
        <w:t>258-28-02</w:t>
      </w:r>
      <w:r w:rsidRPr="00284092">
        <w:rPr>
          <w:sz w:val="22"/>
          <w:szCs w:val="22"/>
        </w:rPr>
        <w:t>.</w:t>
      </w:r>
    </w:p>
    <w:p w14:paraId="168D71A3" w14:textId="77777777" w:rsidR="00045767" w:rsidRPr="00284092" w:rsidRDefault="00045767" w:rsidP="007104E7">
      <w:pPr>
        <w:pStyle w:val="a6"/>
        <w:rPr>
          <w:sz w:val="22"/>
          <w:szCs w:val="22"/>
          <w:lang w:eastAsia="zh-CN"/>
        </w:rPr>
      </w:pPr>
    </w:p>
    <w:p w14:paraId="4B4D4584" w14:textId="77777777" w:rsidR="00045767" w:rsidRPr="00284092" w:rsidRDefault="00045767" w:rsidP="007104E7">
      <w:pPr>
        <w:pStyle w:val="a6"/>
        <w:rPr>
          <w:sz w:val="22"/>
          <w:szCs w:val="22"/>
          <w:lang w:eastAsia="zh-CN"/>
        </w:rPr>
      </w:pPr>
    </w:p>
    <w:p w14:paraId="77AFA313" w14:textId="104E7A40" w:rsidR="00E74793" w:rsidRPr="00284092" w:rsidRDefault="00E74793" w:rsidP="007104E7">
      <w:pPr>
        <w:pStyle w:val="a6"/>
        <w:rPr>
          <w:sz w:val="22"/>
          <w:szCs w:val="22"/>
          <w:lang w:eastAsia="zh-CN"/>
        </w:rPr>
      </w:pPr>
      <w:r w:rsidRPr="00284092">
        <w:rPr>
          <w:sz w:val="22"/>
          <w:szCs w:val="22"/>
          <w:lang w:eastAsia="zh-CN"/>
        </w:rPr>
        <w:t xml:space="preserve">Начальник </w:t>
      </w:r>
      <w:r w:rsidRPr="00284092">
        <w:rPr>
          <w:rFonts w:eastAsia="Calibri"/>
          <w:sz w:val="22"/>
          <w:szCs w:val="22"/>
          <w:lang w:eastAsia="zh-CN"/>
        </w:rPr>
        <w:t>ЦНППМПР ГАУ ДПО «ИРО ПК»</w:t>
      </w:r>
      <w:r w:rsidRPr="00284092">
        <w:rPr>
          <w:rFonts w:eastAsia="Calibri"/>
          <w:sz w:val="22"/>
          <w:szCs w:val="22"/>
          <w:lang w:eastAsia="zh-CN"/>
        </w:rPr>
        <w:tab/>
      </w:r>
      <w:r w:rsidR="0072191D" w:rsidRPr="00284092">
        <w:rPr>
          <w:rFonts w:eastAsia="Calibri"/>
          <w:sz w:val="22"/>
          <w:szCs w:val="22"/>
          <w:lang w:eastAsia="zh-CN"/>
        </w:rPr>
        <w:t xml:space="preserve">       </w:t>
      </w:r>
      <w:r w:rsidR="005814BC">
        <w:rPr>
          <w:rFonts w:eastAsia="Calibri"/>
          <w:sz w:val="22"/>
          <w:szCs w:val="22"/>
          <w:lang w:eastAsia="zh-CN"/>
        </w:rPr>
        <w:t xml:space="preserve">        </w:t>
      </w:r>
      <w:r w:rsidR="0072191D" w:rsidRPr="00284092">
        <w:rPr>
          <w:rFonts w:eastAsia="Calibri"/>
          <w:sz w:val="22"/>
          <w:szCs w:val="22"/>
          <w:lang w:eastAsia="zh-CN"/>
        </w:rPr>
        <w:t xml:space="preserve">  </w:t>
      </w:r>
      <w:r w:rsidR="000312E5" w:rsidRPr="00284092">
        <w:rPr>
          <w:rFonts w:eastAsia="Calibri"/>
          <w:sz w:val="22"/>
          <w:szCs w:val="22"/>
          <w:lang w:eastAsia="zh-CN"/>
        </w:rPr>
        <w:t xml:space="preserve">  </w:t>
      </w:r>
      <w:r w:rsidR="0072191D" w:rsidRPr="00284092">
        <w:rPr>
          <w:rFonts w:eastAsia="Calibri"/>
          <w:sz w:val="22"/>
          <w:szCs w:val="22"/>
          <w:lang w:eastAsia="zh-CN"/>
        </w:rPr>
        <w:t xml:space="preserve">                         </w:t>
      </w:r>
      <w:r w:rsidR="00096354" w:rsidRPr="00284092">
        <w:rPr>
          <w:rFonts w:eastAsia="Calibri"/>
          <w:sz w:val="22"/>
          <w:szCs w:val="22"/>
          <w:lang w:eastAsia="zh-CN"/>
        </w:rPr>
        <w:t xml:space="preserve">   </w:t>
      </w:r>
      <w:r w:rsidR="000312E5" w:rsidRPr="00284092">
        <w:rPr>
          <w:rFonts w:eastAsia="Calibri"/>
          <w:sz w:val="22"/>
          <w:szCs w:val="22"/>
          <w:lang w:eastAsia="zh-CN"/>
        </w:rPr>
        <w:t xml:space="preserve">          </w:t>
      </w:r>
      <w:r w:rsidRPr="00284092">
        <w:rPr>
          <w:sz w:val="22"/>
          <w:szCs w:val="22"/>
          <w:lang w:eastAsia="zh-CN"/>
        </w:rPr>
        <w:t>Чистякова Н.Д.</w:t>
      </w:r>
    </w:p>
    <w:p w14:paraId="2810089D" w14:textId="77777777" w:rsidR="009D7FB7" w:rsidRPr="00284092" w:rsidRDefault="009D7FB7" w:rsidP="007B6585">
      <w:pPr>
        <w:rPr>
          <w:sz w:val="22"/>
          <w:szCs w:val="22"/>
        </w:rPr>
      </w:pPr>
    </w:p>
    <w:sectPr w:rsidR="009D7FB7" w:rsidRPr="00284092" w:rsidSect="00E74793">
      <w:pgSz w:w="11906" w:h="16838"/>
      <w:pgMar w:top="284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B7A6E"/>
    <w:multiLevelType w:val="hybridMultilevel"/>
    <w:tmpl w:val="20D4B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4982455"/>
    <w:multiLevelType w:val="hybridMultilevel"/>
    <w:tmpl w:val="125A706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CBA1F0E"/>
    <w:multiLevelType w:val="hybridMultilevel"/>
    <w:tmpl w:val="123600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15C2BCD"/>
    <w:multiLevelType w:val="multilevel"/>
    <w:tmpl w:val="2F34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AA436F"/>
    <w:multiLevelType w:val="hybridMultilevel"/>
    <w:tmpl w:val="C602EE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60154B18"/>
    <w:multiLevelType w:val="hybridMultilevel"/>
    <w:tmpl w:val="2F44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A1957"/>
    <w:multiLevelType w:val="hybridMultilevel"/>
    <w:tmpl w:val="A032172C"/>
    <w:lvl w:ilvl="0" w:tplc="76ECB032">
      <w:start w:val="1"/>
      <w:numFmt w:val="bullet"/>
      <w:lvlText w:val=""/>
      <w:lvlJc w:val="left"/>
      <w:pPr>
        <w:ind w:left="1004" w:hanging="360"/>
      </w:pPr>
      <w:rPr>
        <w:rFonts w:cs="Symbol"/>
        <w:sz w:val="22"/>
        <w:szCs w:val="22"/>
      </w:rPr>
    </w:lvl>
    <w:lvl w:ilvl="1" w:tplc="2070E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94B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FE5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76C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81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A1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0CC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C627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DB"/>
    <w:rsid w:val="0000690D"/>
    <w:rsid w:val="00010409"/>
    <w:rsid w:val="0001728D"/>
    <w:rsid w:val="00020137"/>
    <w:rsid w:val="00023B61"/>
    <w:rsid w:val="000312E5"/>
    <w:rsid w:val="00034B7F"/>
    <w:rsid w:val="00045767"/>
    <w:rsid w:val="0005069C"/>
    <w:rsid w:val="00052B99"/>
    <w:rsid w:val="0006508A"/>
    <w:rsid w:val="00066CFA"/>
    <w:rsid w:val="00067655"/>
    <w:rsid w:val="00071AC8"/>
    <w:rsid w:val="000758E3"/>
    <w:rsid w:val="00084F7F"/>
    <w:rsid w:val="00093F29"/>
    <w:rsid w:val="00094AA9"/>
    <w:rsid w:val="00096354"/>
    <w:rsid w:val="00097937"/>
    <w:rsid w:val="000C28BF"/>
    <w:rsid w:val="000C44E0"/>
    <w:rsid w:val="000D3457"/>
    <w:rsid w:val="000E4D8F"/>
    <w:rsid w:val="000F5E68"/>
    <w:rsid w:val="001223DB"/>
    <w:rsid w:val="0012721C"/>
    <w:rsid w:val="00163932"/>
    <w:rsid w:val="001644F1"/>
    <w:rsid w:val="0017357D"/>
    <w:rsid w:val="00180977"/>
    <w:rsid w:val="00187E55"/>
    <w:rsid w:val="001C58E3"/>
    <w:rsid w:val="001D05D0"/>
    <w:rsid w:val="001E49AE"/>
    <w:rsid w:val="001F15CB"/>
    <w:rsid w:val="001F4547"/>
    <w:rsid w:val="001F529E"/>
    <w:rsid w:val="0020014B"/>
    <w:rsid w:val="00201E2C"/>
    <w:rsid w:val="002128C2"/>
    <w:rsid w:val="00232267"/>
    <w:rsid w:val="002558B2"/>
    <w:rsid w:val="0026644A"/>
    <w:rsid w:val="00284092"/>
    <w:rsid w:val="0028671E"/>
    <w:rsid w:val="00297949"/>
    <w:rsid w:val="002C661A"/>
    <w:rsid w:val="002D165B"/>
    <w:rsid w:val="002E462A"/>
    <w:rsid w:val="003014D6"/>
    <w:rsid w:val="00304626"/>
    <w:rsid w:val="00323CD2"/>
    <w:rsid w:val="00333CC3"/>
    <w:rsid w:val="00342741"/>
    <w:rsid w:val="00347671"/>
    <w:rsid w:val="00355F71"/>
    <w:rsid w:val="00362EEF"/>
    <w:rsid w:val="00372260"/>
    <w:rsid w:val="003A3FF3"/>
    <w:rsid w:val="003E08BF"/>
    <w:rsid w:val="003E3D3C"/>
    <w:rsid w:val="003F3DDC"/>
    <w:rsid w:val="00411D5E"/>
    <w:rsid w:val="00415686"/>
    <w:rsid w:val="00425E4B"/>
    <w:rsid w:val="0044171E"/>
    <w:rsid w:val="004571DC"/>
    <w:rsid w:val="004642E2"/>
    <w:rsid w:val="004666EF"/>
    <w:rsid w:val="00480898"/>
    <w:rsid w:val="0048171C"/>
    <w:rsid w:val="004845BF"/>
    <w:rsid w:val="0048728D"/>
    <w:rsid w:val="00487BE2"/>
    <w:rsid w:val="004919C3"/>
    <w:rsid w:val="00495329"/>
    <w:rsid w:val="004C14C2"/>
    <w:rsid w:val="004C7347"/>
    <w:rsid w:val="004F1049"/>
    <w:rsid w:val="0051455D"/>
    <w:rsid w:val="00550ACB"/>
    <w:rsid w:val="00563792"/>
    <w:rsid w:val="00566693"/>
    <w:rsid w:val="005814BC"/>
    <w:rsid w:val="005C24BC"/>
    <w:rsid w:val="005C6DBB"/>
    <w:rsid w:val="005E5E7D"/>
    <w:rsid w:val="00602EE4"/>
    <w:rsid w:val="00604750"/>
    <w:rsid w:val="006051B1"/>
    <w:rsid w:val="00605297"/>
    <w:rsid w:val="006103D8"/>
    <w:rsid w:val="00620A30"/>
    <w:rsid w:val="00625EC8"/>
    <w:rsid w:val="00630F0B"/>
    <w:rsid w:val="00646E67"/>
    <w:rsid w:val="006747E1"/>
    <w:rsid w:val="006A510D"/>
    <w:rsid w:val="006B0043"/>
    <w:rsid w:val="006B1A1F"/>
    <w:rsid w:val="006B227C"/>
    <w:rsid w:val="006C19E8"/>
    <w:rsid w:val="00701292"/>
    <w:rsid w:val="007104E7"/>
    <w:rsid w:val="0072191D"/>
    <w:rsid w:val="00746E4B"/>
    <w:rsid w:val="007549DC"/>
    <w:rsid w:val="00761E19"/>
    <w:rsid w:val="00761E55"/>
    <w:rsid w:val="00766B1C"/>
    <w:rsid w:val="007744FA"/>
    <w:rsid w:val="007905CF"/>
    <w:rsid w:val="007A1974"/>
    <w:rsid w:val="007B240D"/>
    <w:rsid w:val="007B34FA"/>
    <w:rsid w:val="007B6585"/>
    <w:rsid w:val="007C1BBD"/>
    <w:rsid w:val="007C414B"/>
    <w:rsid w:val="007D08F4"/>
    <w:rsid w:val="007E0FB4"/>
    <w:rsid w:val="007E56C0"/>
    <w:rsid w:val="00817219"/>
    <w:rsid w:val="00822423"/>
    <w:rsid w:val="00827F9C"/>
    <w:rsid w:val="008401F3"/>
    <w:rsid w:val="00857912"/>
    <w:rsid w:val="00876CF6"/>
    <w:rsid w:val="0088669F"/>
    <w:rsid w:val="00892406"/>
    <w:rsid w:val="00892FBA"/>
    <w:rsid w:val="008974E4"/>
    <w:rsid w:val="008A188F"/>
    <w:rsid w:val="008A320E"/>
    <w:rsid w:val="008C426C"/>
    <w:rsid w:val="008E2372"/>
    <w:rsid w:val="008E7D98"/>
    <w:rsid w:val="00917004"/>
    <w:rsid w:val="0091761B"/>
    <w:rsid w:val="00925169"/>
    <w:rsid w:val="0094065D"/>
    <w:rsid w:val="00941994"/>
    <w:rsid w:val="00973E15"/>
    <w:rsid w:val="00981F69"/>
    <w:rsid w:val="00983E0A"/>
    <w:rsid w:val="009A5AB2"/>
    <w:rsid w:val="009A7EC3"/>
    <w:rsid w:val="009B5B42"/>
    <w:rsid w:val="009C640E"/>
    <w:rsid w:val="009C742F"/>
    <w:rsid w:val="009D1B25"/>
    <w:rsid w:val="009D7491"/>
    <w:rsid w:val="009D7FB7"/>
    <w:rsid w:val="009E2D74"/>
    <w:rsid w:val="009E7994"/>
    <w:rsid w:val="00A21EF5"/>
    <w:rsid w:val="00A2302D"/>
    <w:rsid w:val="00A27398"/>
    <w:rsid w:val="00A33C6B"/>
    <w:rsid w:val="00A40FBB"/>
    <w:rsid w:val="00A43D2A"/>
    <w:rsid w:val="00A441E9"/>
    <w:rsid w:val="00A621EF"/>
    <w:rsid w:val="00A904C6"/>
    <w:rsid w:val="00AA1EED"/>
    <w:rsid w:val="00AA6D12"/>
    <w:rsid w:val="00AC3C7F"/>
    <w:rsid w:val="00AD3C6E"/>
    <w:rsid w:val="00AF17C4"/>
    <w:rsid w:val="00B00545"/>
    <w:rsid w:val="00B16B56"/>
    <w:rsid w:val="00B30216"/>
    <w:rsid w:val="00B559F0"/>
    <w:rsid w:val="00B7099B"/>
    <w:rsid w:val="00B7311E"/>
    <w:rsid w:val="00B808B5"/>
    <w:rsid w:val="00B90059"/>
    <w:rsid w:val="00B902CF"/>
    <w:rsid w:val="00BA6D1E"/>
    <w:rsid w:val="00BB1E5E"/>
    <w:rsid w:val="00BC0FC6"/>
    <w:rsid w:val="00BC5941"/>
    <w:rsid w:val="00BD66D0"/>
    <w:rsid w:val="00BE540A"/>
    <w:rsid w:val="00BE7507"/>
    <w:rsid w:val="00BE7ED1"/>
    <w:rsid w:val="00C10840"/>
    <w:rsid w:val="00C123CB"/>
    <w:rsid w:val="00C24115"/>
    <w:rsid w:val="00C360CE"/>
    <w:rsid w:val="00C42B6E"/>
    <w:rsid w:val="00C462B2"/>
    <w:rsid w:val="00C62ADE"/>
    <w:rsid w:val="00C76647"/>
    <w:rsid w:val="00C855D4"/>
    <w:rsid w:val="00C85F67"/>
    <w:rsid w:val="00C91ABD"/>
    <w:rsid w:val="00CA0950"/>
    <w:rsid w:val="00CB468F"/>
    <w:rsid w:val="00CB5954"/>
    <w:rsid w:val="00CD06EA"/>
    <w:rsid w:val="00CD6997"/>
    <w:rsid w:val="00CE55DB"/>
    <w:rsid w:val="00D04B66"/>
    <w:rsid w:val="00D21528"/>
    <w:rsid w:val="00D22D71"/>
    <w:rsid w:val="00D30ECD"/>
    <w:rsid w:val="00D50BB0"/>
    <w:rsid w:val="00D50D94"/>
    <w:rsid w:val="00D5431D"/>
    <w:rsid w:val="00D8124A"/>
    <w:rsid w:val="00D93A1A"/>
    <w:rsid w:val="00DB780E"/>
    <w:rsid w:val="00DE4A98"/>
    <w:rsid w:val="00DF0EED"/>
    <w:rsid w:val="00DF1211"/>
    <w:rsid w:val="00E04213"/>
    <w:rsid w:val="00E161BB"/>
    <w:rsid w:val="00E253AC"/>
    <w:rsid w:val="00E317E2"/>
    <w:rsid w:val="00E44F88"/>
    <w:rsid w:val="00E51B8D"/>
    <w:rsid w:val="00E61C4A"/>
    <w:rsid w:val="00E711A9"/>
    <w:rsid w:val="00E74483"/>
    <w:rsid w:val="00E74793"/>
    <w:rsid w:val="00E77D37"/>
    <w:rsid w:val="00E851D5"/>
    <w:rsid w:val="00E87672"/>
    <w:rsid w:val="00EB181C"/>
    <w:rsid w:val="00EB2F57"/>
    <w:rsid w:val="00EC682C"/>
    <w:rsid w:val="00EE6B3C"/>
    <w:rsid w:val="00F00212"/>
    <w:rsid w:val="00F037C2"/>
    <w:rsid w:val="00F062BD"/>
    <w:rsid w:val="00F14069"/>
    <w:rsid w:val="00F144A7"/>
    <w:rsid w:val="00F14680"/>
    <w:rsid w:val="00F15171"/>
    <w:rsid w:val="00F25C7F"/>
    <w:rsid w:val="00F33589"/>
    <w:rsid w:val="00F50E73"/>
    <w:rsid w:val="00F51897"/>
    <w:rsid w:val="00F64B3E"/>
    <w:rsid w:val="00F65AF7"/>
    <w:rsid w:val="00F8057C"/>
    <w:rsid w:val="00F84259"/>
    <w:rsid w:val="00FA1B03"/>
    <w:rsid w:val="00FA4D1E"/>
    <w:rsid w:val="00FB6FCA"/>
    <w:rsid w:val="00FC6444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4968B"/>
  <w15:docId w15:val="{CCCFE7E2-2FCE-435D-B705-746E98A7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0D3457"/>
    <w:rPr>
      <w:sz w:val="24"/>
      <w:szCs w:val="24"/>
    </w:rPr>
  </w:style>
  <w:style w:type="paragraph" w:styleId="1">
    <w:name w:val="heading 1"/>
    <w:basedOn w:val="a"/>
    <w:next w:val="a"/>
    <w:qFormat/>
    <w:rsid w:val="00D2152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21528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528"/>
    <w:rPr>
      <w:sz w:val="28"/>
    </w:rPr>
  </w:style>
  <w:style w:type="paragraph" w:styleId="a4">
    <w:name w:val="Balloon Text"/>
    <w:basedOn w:val="a"/>
    <w:semiHidden/>
    <w:rsid w:val="007A197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E4A98"/>
    <w:rPr>
      <w:color w:val="0000FF"/>
      <w:u w:val="single"/>
    </w:rPr>
  </w:style>
  <w:style w:type="character" w:customStyle="1" w:styleId="InternetLink">
    <w:name w:val="Internet Link"/>
    <w:rsid w:val="007905CF"/>
    <w:rPr>
      <w:color w:val="0000FF"/>
      <w:u w:val="single"/>
    </w:rPr>
  </w:style>
  <w:style w:type="character" w:customStyle="1" w:styleId="10">
    <w:name w:val="Неразрешенное упоминание1"/>
    <w:uiPriority w:val="99"/>
    <w:semiHidden/>
    <w:unhideWhenUsed/>
    <w:rsid w:val="007905CF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7104E7"/>
    <w:rPr>
      <w:sz w:val="24"/>
      <w:szCs w:val="24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7B6585"/>
    <w:rPr>
      <w:color w:val="605E5C"/>
      <w:shd w:val="clear" w:color="auto" w:fill="E1DFDD"/>
    </w:rPr>
  </w:style>
  <w:style w:type="character" w:styleId="a7">
    <w:name w:val="FollowedHyperlink"/>
    <w:basedOn w:val="a0"/>
    <w:semiHidden/>
    <w:unhideWhenUsed/>
    <w:rsid w:val="004571DC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F529E"/>
    <w:rPr>
      <w:color w:val="605E5C"/>
      <w:shd w:val="clear" w:color="auto" w:fill="E1DFDD"/>
    </w:rPr>
  </w:style>
  <w:style w:type="character" w:styleId="a8">
    <w:name w:val="Unresolved Mention"/>
    <w:basedOn w:val="a0"/>
    <w:uiPriority w:val="99"/>
    <w:semiHidden/>
    <w:unhideWhenUsed/>
    <w:rsid w:val="00F84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bank.iro.perm.ru/?action=search&amp;subaction=viewcourse&amp;course_id=6981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8;&#1088;&#1080;&#1085;&#1072;\&#1056;&#1072;&#1073;&#1086;&#1095;&#1080;&#1081;%20&#1089;&#1090;&#1086;&#1083;\&#1041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2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ГУПОИПКРО</Company>
  <LinksUpToDate>false</LinksUpToDate>
  <CharactersWithSpaces>2984</CharactersWithSpaces>
  <SharedDoc>false</SharedDoc>
  <HLinks>
    <vt:vector size="30" baseType="variant">
      <vt:variant>
        <vt:i4>3211277</vt:i4>
      </vt:variant>
      <vt:variant>
        <vt:i4>15</vt:i4>
      </vt:variant>
      <vt:variant>
        <vt:i4>0</vt:i4>
      </vt:variant>
      <vt:variant>
        <vt:i4>5</vt:i4>
      </vt:variant>
      <vt:variant>
        <vt:lpwstr>mailto:lya-cub@iro.perm.ru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mailto:fish-cub@iro.perm.ru</vt:lpwstr>
      </vt:variant>
      <vt:variant>
        <vt:lpwstr/>
      </vt:variant>
      <vt:variant>
        <vt:i4>2621471</vt:i4>
      </vt:variant>
      <vt:variant>
        <vt:i4>9</vt:i4>
      </vt:variant>
      <vt:variant>
        <vt:i4>0</vt:i4>
      </vt:variant>
      <vt:variant>
        <vt:i4>5</vt:i4>
      </vt:variant>
      <vt:variant>
        <vt:lpwstr>mailto:pkd-cub@iro.perm.ru</vt:lpwstr>
      </vt:variant>
      <vt:variant>
        <vt:lpwstr/>
      </vt:variant>
      <vt:variant>
        <vt:i4>6815797</vt:i4>
      </vt:variant>
      <vt:variant>
        <vt:i4>6</vt:i4>
      </vt:variant>
      <vt:variant>
        <vt:i4>0</vt:i4>
      </vt:variant>
      <vt:variant>
        <vt:i4>5</vt:i4>
      </vt:variant>
      <vt:variant>
        <vt:lpwstr>http://edubank.perm.ru/</vt:lpwstr>
      </vt:variant>
      <vt:variant>
        <vt:lpwstr/>
      </vt:variant>
      <vt:variant>
        <vt:i4>2228316</vt:i4>
      </vt:variant>
      <vt:variant>
        <vt:i4>0</vt:i4>
      </vt:variant>
      <vt:variant>
        <vt:i4>0</vt:i4>
      </vt:variant>
      <vt:variant>
        <vt:i4>5</vt:i4>
      </vt:variant>
      <vt:variant>
        <vt:lpwstr>mailto:priemnaya@ipkro.perm.ru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creator>ПОИПКРО</dc:creator>
  <cp:lastModifiedBy>Ларькова Светлана Сергеевна</cp:lastModifiedBy>
  <cp:revision>4</cp:revision>
  <cp:lastPrinted>2025-04-08T06:22:00Z</cp:lastPrinted>
  <dcterms:created xsi:type="dcterms:W3CDTF">2025-04-09T07:28:00Z</dcterms:created>
  <dcterms:modified xsi:type="dcterms:W3CDTF">2025-04-09T08:03:00Z</dcterms:modified>
</cp:coreProperties>
</file>